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1F56" w:rsidRDefault="00A06762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</w:t>
            </w:r>
            <w:r w:rsidR="007A430E">
              <w:rPr>
                <w:b/>
                <w:bCs/>
                <w:caps/>
                <w:color w:val="FF0000"/>
                <w:sz w:val="24"/>
              </w:rPr>
              <w:t xml:space="preserve">kumentace </w:t>
            </w:r>
          </w:p>
          <w:p w:rsidR="000C5AE1" w:rsidRPr="003239CB" w:rsidRDefault="00E0442F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rekonstrukce ul. dr. horáka, uherský Brod - těšov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42638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</w:t>
            </w:r>
            <w:r w:rsidR="0042638F">
              <w:rPr>
                <w:rFonts w:ascii="Arial" w:hAnsi="Arial" w:cs="Arial"/>
                <w:sz w:val="20"/>
              </w:rPr>
              <w:t>o</w:t>
            </w:r>
            <w:bookmarkStart w:id="0" w:name="_GoBack"/>
            <w:bookmarkEnd w:id="0"/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2638F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5796"/>
    <w:rsid w:val="00A06762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0442F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0B7E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F51CE-F5AF-404B-9E21-13AB4F99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13</TotalTime>
  <Pages>1</Pages>
  <Words>134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2022-09-06T08:53:00Z</cp:lastPrinted>
  <dcterms:created xsi:type="dcterms:W3CDTF">2025-01-21T08:10:00Z</dcterms:created>
  <dcterms:modified xsi:type="dcterms:W3CDTF">2025-05-16T11:34:00Z</dcterms:modified>
</cp:coreProperties>
</file>